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5A23C6AC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6704" behindDoc="0" locked="0" layoutInCell="1" allowOverlap="1" wp14:anchorId="2A96587C" wp14:editId="12CB8ED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4656" behindDoc="0" locked="0" layoutInCell="1" allowOverlap="1" wp14:anchorId="3444C2EB" wp14:editId="75D1B44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14BAF">
        <w:rPr>
          <w:rFonts w:ascii="Segoe Print" w:hAnsi="Segoe Print"/>
          <w:b/>
          <w:sz w:val="24"/>
        </w:rPr>
        <w:t>19.</w:t>
      </w:r>
      <w:r w:rsidR="005D7896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57515B36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094D08F0" w14:textId="1A82AB66" w:rsidR="00ED3DAA" w:rsidRPr="00DF4F76" w:rsidRDefault="008A6966" w:rsidP="008A6966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Paul and Mary share £36.  Paul gets twice as much as Mary.  How much do they each receive?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0489FF23" w:rsidR="00ED3DAA" w:rsidRPr="00DF4F76" w:rsidRDefault="00832A16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eastAsiaTheme="minorEastAsia" w:hAnsi="Avenir Book"/>
              </w:rPr>
              <w:t>Find 92% of £45.</w:t>
            </w:r>
          </w:p>
        </w:tc>
      </w:tr>
      <w:tr w:rsidR="00ED3DAA" w:rsidRPr="00B90872" w14:paraId="2FAB904D" w14:textId="77777777" w:rsidTr="003E6AFA">
        <w:trPr>
          <w:trHeight w:val="226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845EB95" w14:textId="17E554E6" w:rsidR="00ED3DAA" w:rsidRPr="00DF4F76" w:rsidRDefault="0097319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 xml:space="preserve">The probability a child will catch a cold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</m:oMath>
            <w:r>
              <w:rPr>
                <w:rFonts w:ascii="Avenir Book" w:eastAsiaTheme="minorEastAsia" w:hAnsi="Avenir Book"/>
              </w:rPr>
              <w:t xml:space="preserve">  If there are 280 children in a school, how many would you expect to catch a cold</w:t>
            </w:r>
            <w:r>
              <w:rPr>
                <w:rFonts w:ascii="Avenir Book" w:hAnsi="Avenir Book"/>
              </w:rPr>
              <w:t>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3F61BAED" w:rsidR="00ED3DAA" w:rsidRPr="00DF4F76" w:rsidRDefault="00ED3DA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 xml:space="preserve">Work out the </w:t>
            </w:r>
            <w:r w:rsidR="00690FA0" w:rsidRPr="00DF4F76">
              <w:rPr>
                <w:rFonts w:ascii="Century Gothic" w:hAnsi="Century Gothic" w:cs="Tahoma"/>
                <w:noProof/>
                <w:lang w:eastAsia="en-GB"/>
              </w:rPr>
              <w:t xml:space="preserve">missing </w:t>
            </w:r>
            <w:r w:rsidR="003E7125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DF4F76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4351EE82" w:rsidR="00ED3DAA" w:rsidRPr="00DF4F76" w:rsidRDefault="003E7125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3937C213" wp14:editId="2B1D2C5E">
                  <wp:extent cx="1286510" cy="840105"/>
                  <wp:effectExtent l="0" t="0" r="889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AFA" w:rsidRPr="00B90872" w14:paraId="44B9DE2A" w14:textId="77777777" w:rsidTr="003E6AFA">
        <w:trPr>
          <w:trHeight w:val="2107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E6AFA" w:rsidRPr="00B90872" w:rsidRDefault="003E6AFA" w:rsidP="003E6AFA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6127AB53" w14:textId="42105572" w:rsidR="003E6AFA" w:rsidRPr="003E6AFA" w:rsidRDefault="005D7896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anchor distT="0" distB="0" distL="114300" distR="114300" simplePos="0" relativeHeight="251875328" behindDoc="0" locked="0" layoutInCell="1" allowOverlap="1" wp14:anchorId="3DCBAE69" wp14:editId="713A7011">
                  <wp:simplePos x="0" y="0"/>
                  <wp:positionH relativeFrom="column">
                    <wp:posOffset>4255836</wp:posOffset>
                  </wp:positionH>
                  <wp:positionV relativeFrom="paragraph">
                    <wp:posOffset>252717</wp:posOffset>
                  </wp:positionV>
                  <wp:extent cx="1302077" cy="829209"/>
                  <wp:effectExtent l="0" t="0" r="0" b="952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685F2B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077" cy="829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AFA" w:rsidRPr="003E6AFA">
              <w:rPr>
                <w:rFonts w:ascii="Century Gothic" w:eastAsiaTheme="minorEastAsia" w:hAnsi="Century Gothic" w:cs="Tahoma"/>
                <w:noProof/>
              </w:rPr>
              <w:t xml:space="preserve">Name the shape and write down the number of </w:t>
            </w:r>
          </w:p>
          <w:p w14:paraId="49E47966" w14:textId="513D91D4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5D122D9F" w14:textId="59CB4923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49831498" w14:textId="06D7D0D7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</w:rPr>
              <w:t>Faces ___                   Edges ___                      Vertices ___</w:t>
            </w:r>
          </w:p>
        </w:tc>
      </w:tr>
    </w:tbl>
    <w:p w14:paraId="129AAE27" w14:textId="01BB50AF" w:rsidR="005D7896" w:rsidRDefault="005D7896" w:rsidP="003E6AFA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78400" behindDoc="0" locked="0" layoutInCell="1" allowOverlap="1" wp14:anchorId="05BF9C43" wp14:editId="3800C567">
            <wp:simplePos x="0" y="0"/>
            <wp:positionH relativeFrom="column">
              <wp:posOffset>-203200</wp:posOffset>
            </wp:positionH>
            <wp:positionV relativeFrom="paragraph">
              <wp:posOffset>313420</wp:posOffset>
            </wp:positionV>
            <wp:extent cx="827405" cy="568325"/>
            <wp:effectExtent l="53340" t="0" r="0" b="0"/>
            <wp:wrapNone/>
            <wp:docPr id="101" name="Picture 10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D1DFCE" w14:textId="26CF8202" w:rsidR="005D7896" w:rsidRDefault="005D7896" w:rsidP="005D7896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77376" behindDoc="0" locked="0" layoutInCell="1" allowOverlap="1" wp14:anchorId="2EB2F8C4" wp14:editId="22FE3AA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02" name="Picture 10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5317C191" w14:textId="1850762A" w:rsidR="005D7896" w:rsidRDefault="005D7896" w:rsidP="005D7896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19.2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5169C8BE" w14:textId="544C9081" w:rsidR="005D7896" w:rsidRDefault="005D7896" w:rsidP="005D7896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5D7896" w:rsidRPr="00B90872" w14:paraId="321F4148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6246FE88" w14:textId="77777777" w:rsidR="005D7896" w:rsidRPr="00B90872" w:rsidRDefault="005D78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589F9B9E" w14:textId="77777777" w:rsidR="005D7896" w:rsidRPr="00DF4F76" w:rsidRDefault="005D7896" w:rsidP="00EA5960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Paul and Mary share £36.  Paul gets twice as much as Mary.  How much do they each receive?</w:t>
            </w:r>
          </w:p>
        </w:tc>
        <w:tc>
          <w:tcPr>
            <w:tcW w:w="425" w:type="dxa"/>
            <w:tcBorders>
              <w:right w:val="nil"/>
            </w:tcBorders>
          </w:tcPr>
          <w:p w14:paraId="7E21F208" w14:textId="77777777" w:rsidR="005D7896" w:rsidRPr="00DF4F76" w:rsidRDefault="005D78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774F23D9" w14:textId="77777777" w:rsidR="005D7896" w:rsidRPr="00DF4F76" w:rsidRDefault="005D789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eastAsiaTheme="minorEastAsia" w:hAnsi="Avenir Book"/>
              </w:rPr>
              <w:t>Find 92% of £45.</w:t>
            </w:r>
          </w:p>
        </w:tc>
      </w:tr>
      <w:tr w:rsidR="005D7896" w:rsidRPr="00B90872" w14:paraId="3E6CC296" w14:textId="77777777" w:rsidTr="00EA5960">
        <w:trPr>
          <w:trHeight w:val="226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4182DF6" w14:textId="77777777" w:rsidR="005D7896" w:rsidRPr="00B90872" w:rsidRDefault="005D78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5EA82928" w14:textId="77777777" w:rsidR="005D7896" w:rsidRPr="00DF4F76" w:rsidRDefault="005D789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 xml:space="preserve">The probability </w:t>
            </w:r>
            <w:bookmarkStart w:id="0" w:name="_GoBack"/>
            <w:bookmarkEnd w:id="0"/>
            <w:r>
              <w:rPr>
                <w:rFonts w:ascii="Avenir Book" w:hAnsi="Avenir Book"/>
              </w:rPr>
              <w:t xml:space="preserve">a child will catch a cold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</m:oMath>
            <w:r>
              <w:rPr>
                <w:rFonts w:ascii="Avenir Book" w:eastAsiaTheme="minorEastAsia" w:hAnsi="Avenir Book"/>
              </w:rPr>
              <w:t xml:space="preserve">  If there are 280 children in a school, how many would you expect to catch a cold</w:t>
            </w:r>
            <w:r>
              <w:rPr>
                <w:rFonts w:ascii="Avenir Book" w:hAnsi="Avenir Book"/>
              </w:rPr>
              <w:t>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43FC7DB" w14:textId="77777777" w:rsidR="005D7896" w:rsidRPr="00DF4F76" w:rsidRDefault="005D78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4DE32514" w14:textId="77777777" w:rsidR="005D7896" w:rsidRPr="00DF4F76" w:rsidRDefault="005D789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DF4F76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1E12484F" w14:textId="77777777" w:rsidR="005D7896" w:rsidRPr="00DF4F76" w:rsidRDefault="005D789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A64BC31" wp14:editId="75945A6C">
                  <wp:extent cx="1286510" cy="840105"/>
                  <wp:effectExtent l="0" t="0" r="8890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896" w:rsidRPr="00B90872" w14:paraId="4D566077" w14:textId="77777777" w:rsidTr="00EA5960">
        <w:trPr>
          <w:trHeight w:val="2107"/>
        </w:trPr>
        <w:tc>
          <w:tcPr>
            <w:tcW w:w="421" w:type="dxa"/>
            <w:tcBorders>
              <w:right w:val="nil"/>
            </w:tcBorders>
          </w:tcPr>
          <w:p w14:paraId="6D71BDB2" w14:textId="77777777" w:rsidR="005D7896" w:rsidRPr="00B90872" w:rsidRDefault="005D789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3F874143" w14:textId="77777777" w:rsidR="005D7896" w:rsidRPr="003E6AFA" w:rsidRDefault="005D7896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anchor distT="0" distB="0" distL="114300" distR="114300" simplePos="0" relativeHeight="251880448" behindDoc="0" locked="0" layoutInCell="1" allowOverlap="1" wp14:anchorId="575DCB08" wp14:editId="4442DE07">
                  <wp:simplePos x="0" y="0"/>
                  <wp:positionH relativeFrom="column">
                    <wp:posOffset>4255836</wp:posOffset>
                  </wp:positionH>
                  <wp:positionV relativeFrom="paragraph">
                    <wp:posOffset>252717</wp:posOffset>
                  </wp:positionV>
                  <wp:extent cx="1302077" cy="829209"/>
                  <wp:effectExtent l="0" t="0" r="0" b="9525"/>
                  <wp:wrapNone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685F2B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077" cy="829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6AFA">
              <w:rPr>
                <w:rFonts w:ascii="Century Gothic" w:eastAsiaTheme="minorEastAsia" w:hAnsi="Century Gothic" w:cs="Tahoma"/>
                <w:noProof/>
              </w:rPr>
              <w:t xml:space="preserve">Name the shape and write down the number of </w:t>
            </w:r>
          </w:p>
          <w:p w14:paraId="42DF7AE3" w14:textId="77777777" w:rsidR="005D7896" w:rsidRPr="003E6AFA" w:rsidRDefault="005D7896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127A1E40" w14:textId="77777777" w:rsidR="005D7896" w:rsidRPr="003E6AFA" w:rsidRDefault="005D7896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71E7312C" w14:textId="77777777" w:rsidR="005D7896" w:rsidRPr="003E6AFA" w:rsidRDefault="005D7896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</w:rPr>
              <w:t>Faces ___                   Edges ___                      Vertices ___</w:t>
            </w:r>
          </w:p>
        </w:tc>
      </w:tr>
    </w:tbl>
    <w:p w14:paraId="2F4FE28D" w14:textId="6725076C" w:rsidR="003E6AFA" w:rsidRDefault="003E6AFA" w:rsidP="003E6AFA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lastRenderedPageBreak/>
        <w:drawing>
          <wp:anchor distT="0" distB="0" distL="114300" distR="114300" simplePos="0" relativeHeight="251871232" behindDoc="0" locked="0" layoutInCell="1" allowOverlap="1" wp14:anchorId="377A7EF1" wp14:editId="7164BF69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98" name="Picture 9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1B3B872E" w14:textId="17AA5021" w:rsidR="00C766C9" w:rsidRDefault="00C766C9" w:rsidP="00C766C9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54848" behindDoc="0" locked="0" layoutInCell="1" allowOverlap="1" wp14:anchorId="0AA9FD62" wp14:editId="6AD565A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6" name="Picture 17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sectPr w:rsidR="00C766C9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104E"/>
    <w:rsid w:val="000D754C"/>
    <w:rsid w:val="000E18AB"/>
    <w:rsid w:val="000E3128"/>
    <w:rsid w:val="000F5E7A"/>
    <w:rsid w:val="000F6BFE"/>
    <w:rsid w:val="000F7964"/>
    <w:rsid w:val="0010697E"/>
    <w:rsid w:val="001274D6"/>
    <w:rsid w:val="001279F5"/>
    <w:rsid w:val="00130352"/>
    <w:rsid w:val="0013489E"/>
    <w:rsid w:val="00134F15"/>
    <w:rsid w:val="00143BE1"/>
    <w:rsid w:val="00150843"/>
    <w:rsid w:val="001548A4"/>
    <w:rsid w:val="001826A9"/>
    <w:rsid w:val="00186A03"/>
    <w:rsid w:val="00187009"/>
    <w:rsid w:val="00190C0B"/>
    <w:rsid w:val="00194026"/>
    <w:rsid w:val="0019715B"/>
    <w:rsid w:val="001A1D1C"/>
    <w:rsid w:val="001A6603"/>
    <w:rsid w:val="001A68F7"/>
    <w:rsid w:val="001D0579"/>
    <w:rsid w:val="001D484E"/>
    <w:rsid w:val="001E23CA"/>
    <w:rsid w:val="001E511C"/>
    <w:rsid w:val="001F4226"/>
    <w:rsid w:val="0020304D"/>
    <w:rsid w:val="0020770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3ADB"/>
    <w:rsid w:val="0031452F"/>
    <w:rsid w:val="003201EB"/>
    <w:rsid w:val="00323939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D792A"/>
    <w:rsid w:val="003E68F7"/>
    <w:rsid w:val="003E6AFA"/>
    <w:rsid w:val="003E7125"/>
    <w:rsid w:val="003F51D8"/>
    <w:rsid w:val="004015EA"/>
    <w:rsid w:val="0040790B"/>
    <w:rsid w:val="0041226A"/>
    <w:rsid w:val="00412CDE"/>
    <w:rsid w:val="00436C34"/>
    <w:rsid w:val="00437093"/>
    <w:rsid w:val="0044713F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D6B81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71E9"/>
    <w:rsid w:val="00561D0D"/>
    <w:rsid w:val="00575446"/>
    <w:rsid w:val="00580957"/>
    <w:rsid w:val="00595258"/>
    <w:rsid w:val="005A5B01"/>
    <w:rsid w:val="005C147F"/>
    <w:rsid w:val="005C5905"/>
    <w:rsid w:val="005D29ED"/>
    <w:rsid w:val="005D4827"/>
    <w:rsid w:val="005D7896"/>
    <w:rsid w:val="005E1266"/>
    <w:rsid w:val="005E1C34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90FA0"/>
    <w:rsid w:val="00692275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97427"/>
    <w:rsid w:val="007A1E0D"/>
    <w:rsid w:val="007A2150"/>
    <w:rsid w:val="007B4226"/>
    <w:rsid w:val="007D5D58"/>
    <w:rsid w:val="007E2C1A"/>
    <w:rsid w:val="007E5BFC"/>
    <w:rsid w:val="007F06CD"/>
    <w:rsid w:val="007F69F9"/>
    <w:rsid w:val="00812A7E"/>
    <w:rsid w:val="00831D41"/>
    <w:rsid w:val="00832A16"/>
    <w:rsid w:val="00832F06"/>
    <w:rsid w:val="00840927"/>
    <w:rsid w:val="00847CB4"/>
    <w:rsid w:val="00857220"/>
    <w:rsid w:val="008612B7"/>
    <w:rsid w:val="00865FF3"/>
    <w:rsid w:val="0087251A"/>
    <w:rsid w:val="00876A8E"/>
    <w:rsid w:val="0088018E"/>
    <w:rsid w:val="0088307B"/>
    <w:rsid w:val="00884433"/>
    <w:rsid w:val="008A4968"/>
    <w:rsid w:val="008A6966"/>
    <w:rsid w:val="008B0A17"/>
    <w:rsid w:val="008B0E29"/>
    <w:rsid w:val="008B5103"/>
    <w:rsid w:val="008D5C13"/>
    <w:rsid w:val="008D6CFB"/>
    <w:rsid w:val="008D76D7"/>
    <w:rsid w:val="008E29DA"/>
    <w:rsid w:val="008E5245"/>
    <w:rsid w:val="008F2C96"/>
    <w:rsid w:val="0090117B"/>
    <w:rsid w:val="00901228"/>
    <w:rsid w:val="009118B1"/>
    <w:rsid w:val="0094070B"/>
    <w:rsid w:val="0095325A"/>
    <w:rsid w:val="00955F4B"/>
    <w:rsid w:val="00961ED5"/>
    <w:rsid w:val="00971AEF"/>
    <w:rsid w:val="0097319A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D765D"/>
    <w:rsid w:val="009E3710"/>
    <w:rsid w:val="00A06D07"/>
    <w:rsid w:val="00A13034"/>
    <w:rsid w:val="00A15BBF"/>
    <w:rsid w:val="00A33953"/>
    <w:rsid w:val="00A458C3"/>
    <w:rsid w:val="00A7076D"/>
    <w:rsid w:val="00A72B2C"/>
    <w:rsid w:val="00A74586"/>
    <w:rsid w:val="00A81955"/>
    <w:rsid w:val="00AB4423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75EAD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22E8"/>
    <w:rsid w:val="00BE5BB3"/>
    <w:rsid w:val="00BE7AC9"/>
    <w:rsid w:val="00BF0AC1"/>
    <w:rsid w:val="00BF358F"/>
    <w:rsid w:val="00BF76DE"/>
    <w:rsid w:val="00C06B52"/>
    <w:rsid w:val="00C079A8"/>
    <w:rsid w:val="00C11495"/>
    <w:rsid w:val="00C14BAF"/>
    <w:rsid w:val="00C240D5"/>
    <w:rsid w:val="00C261E2"/>
    <w:rsid w:val="00C41860"/>
    <w:rsid w:val="00C43E1E"/>
    <w:rsid w:val="00C52126"/>
    <w:rsid w:val="00C53B88"/>
    <w:rsid w:val="00C60271"/>
    <w:rsid w:val="00C766C9"/>
    <w:rsid w:val="00C77447"/>
    <w:rsid w:val="00C9225A"/>
    <w:rsid w:val="00C947B8"/>
    <w:rsid w:val="00CA2538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DF4F76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8D"/>
    <w:rsid w:val="00F303CE"/>
    <w:rsid w:val="00F3678B"/>
    <w:rsid w:val="00F52111"/>
    <w:rsid w:val="00F54E80"/>
    <w:rsid w:val="00F6389A"/>
    <w:rsid w:val="00F67891"/>
    <w:rsid w:val="00F75B57"/>
    <w:rsid w:val="00F80B7D"/>
    <w:rsid w:val="00F80FAB"/>
    <w:rsid w:val="00F8416B"/>
    <w:rsid w:val="00FA673D"/>
    <w:rsid w:val="00FB0E81"/>
    <w:rsid w:val="00FB3CD8"/>
    <w:rsid w:val="00FC33D1"/>
    <w:rsid w:val="00FC470D"/>
    <w:rsid w:val="00FD01D3"/>
    <w:rsid w:val="00FD1CA4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2019-05-30T18:47:00Z</dcterms:created>
  <dcterms:modified xsi:type="dcterms:W3CDTF">2019-05-30T18:48:00Z</dcterms:modified>
</cp:coreProperties>
</file>